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6"/>
        <w:tblW w:w="14442" w:type="dxa"/>
        <w:tblLook w:val="04A0" w:firstRow="1" w:lastRow="0" w:firstColumn="1" w:lastColumn="0" w:noHBand="0" w:noVBand="1"/>
      </w:tblPr>
      <w:tblGrid>
        <w:gridCol w:w="1804"/>
        <w:gridCol w:w="1804"/>
        <w:gridCol w:w="1804"/>
        <w:gridCol w:w="1806"/>
        <w:gridCol w:w="1806"/>
        <w:gridCol w:w="1806"/>
        <w:gridCol w:w="1806"/>
        <w:gridCol w:w="1806"/>
      </w:tblGrid>
      <w:tr w:rsidR="00C03BC2" w:rsidRPr="000E7B9D" w14:paraId="696853EE" w14:textId="77777777" w:rsidTr="00016093">
        <w:trPr>
          <w:trHeight w:val="102"/>
        </w:trPr>
        <w:tc>
          <w:tcPr>
            <w:tcW w:w="1804" w:type="dxa"/>
          </w:tcPr>
          <w:p w14:paraId="7077F2DB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</w:p>
          <w:p w14:paraId="44AC9F70" w14:textId="77777777" w:rsidR="00264490" w:rsidRPr="000E7B9D" w:rsidRDefault="00CB325B" w:rsidP="00CB325B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  <w:t>ح</w:t>
            </w:r>
          </w:p>
        </w:tc>
        <w:tc>
          <w:tcPr>
            <w:tcW w:w="1804" w:type="dxa"/>
          </w:tcPr>
          <w:p w14:paraId="2D6D6A79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</w:p>
          <w:p w14:paraId="599A752E" w14:textId="77777777" w:rsidR="00CB325B" w:rsidRPr="000E7B9D" w:rsidRDefault="00CB325B" w:rsidP="00CB325B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  <w:t>چ</w:t>
            </w:r>
          </w:p>
          <w:p w14:paraId="158E3BA8" w14:textId="77777777" w:rsidR="00264490" w:rsidRPr="000E7B9D" w:rsidRDefault="00264490" w:rsidP="00CB325B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</w:rPr>
            </w:pPr>
          </w:p>
        </w:tc>
        <w:tc>
          <w:tcPr>
            <w:tcW w:w="1804" w:type="dxa"/>
          </w:tcPr>
          <w:p w14:paraId="0C935C9F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</w:pPr>
          </w:p>
          <w:p w14:paraId="0C550945" w14:textId="77777777" w:rsidR="00CB325B" w:rsidRPr="000E7B9D" w:rsidRDefault="00CB325B" w:rsidP="00CB325B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  <w:t>ج</w:t>
            </w:r>
          </w:p>
          <w:p w14:paraId="355156D0" w14:textId="77777777" w:rsidR="00264490" w:rsidRPr="000E7B9D" w:rsidRDefault="00264490" w:rsidP="00016093">
            <w:pPr>
              <w:jc w:val="center"/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  <w:lang w:bidi="fa-IR"/>
              </w:rPr>
            </w:pPr>
          </w:p>
        </w:tc>
        <w:tc>
          <w:tcPr>
            <w:tcW w:w="1806" w:type="dxa"/>
          </w:tcPr>
          <w:p w14:paraId="0C7C2CA0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</w:pPr>
          </w:p>
          <w:p w14:paraId="12C8BF68" w14:textId="77777777" w:rsidR="00264490" w:rsidRPr="000E7B9D" w:rsidRDefault="00FC4DAE" w:rsidP="00016093">
            <w:pPr>
              <w:jc w:val="center"/>
              <w:rPr>
                <w:rFonts w:asciiTheme="minorBidi" w:hAnsiTheme="minorBidi"/>
                <w:b/>
                <w:bCs/>
                <w:color w:val="FFC000"/>
                <w:sz w:val="48"/>
                <w:szCs w:val="48"/>
              </w:rPr>
            </w:pPr>
            <w:r w:rsidRPr="000E7B9D"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  <w:lang w:bidi="fa-IR"/>
              </w:rPr>
              <w:t>ث</w:t>
            </w:r>
          </w:p>
        </w:tc>
        <w:tc>
          <w:tcPr>
            <w:tcW w:w="1806" w:type="dxa"/>
          </w:tcPr>
          <w:p w14:paraId="3A63C4FC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</w:pPr>
          </w:p>
          <w:p w14:paraId="2088C6F9" w14:textId="77777777" w:rsidR="00264490" w:rsidRPr="000E7B9D" w:rsidRDefault="00FC4DAE" w:rsidP="00016093">
            <w:pPr>
              <w:jc w:val="center"/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  <w:lang w:bidi="fa-IR"/>
              </w:rPr>
            </w:pPr>
            <w:r w:rsidRPr="000E7B9D"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  <w:t>ت</w:t>
            </w:r>
          </w:p>
        </w:tc>
        <w:tc>
          <w:tcPr>
            <w:tcW w:w="1806" w:type="dxa"/>
          </w:tcPr>
          <w:p w14:paraId="3A46069D" w14:textId="77777777" w:rsidR="00264490" w:rsidRPr="000E7B9D" w:rsidRDefault="00264490" w:rsidP="00016093">
            <w:pPr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  <w:p w14:paraId="2B788BCE" w14:textId="77777777" w:rsidR="00264490" w:rsidRPr="000E7B9D" w:rsidRDefault="00FC4DAE" w:rsidP="00016093">
            <w:pPr>
              <w:jc w:val="center"/>
              <w:rPr>
                <w:rFonts w:asciiTheme="minorBidi" w:hAnsiTheme="minorBidi"/>
                <w:b/>
                <w:bCs/>
                <w:color w:val="FFC000"/>
                <w:sz w:val="48"/>
                <w:szCs w:val="48"/>
              </w:rPr>
            </w:pPr>
            <w:r w:rsidRPr="000E7B9D"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  <w:lang w:bidi="fa-IR"/>
              </w:rPr>
              <w:t>پ</w:t>
            </w:r>
          </w:p>
        </w:tc>
        <w:tc>
          <w:tcPr>
            <w:tcW w:w="1806" w:type="dxa"/>
          </w:tcPr>
          <w:p w14:paraId="4A981E59" w14:textId="77777777" w:rsidR="000E7B9D" w:rsidRPr="000E7B9D" w:rsidRDefault="000E7B9D" w:rsidP="00016093">
            <w:pPr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  <w:p w14:paraId="48D1253B" w14:textId="77777777" w:rsidR="00264490" w:rsidRPr="000E7B9D" w:rsidRDefault="00FC4DAE" w:rsidP="00016093">
            <w:pPr>
              <w:jc w:val="center"/>
              <w:rPr>
                <w:rFonts w:asciiTheme="minorBidi" w:hAnsiTheme="minorBidi"/>
                <w:b/>
                <w:bCs/>
                <w:color w:val="C00000"/>
                <w:sz w:val="48"/>
                <w:szCs w:val="48"/>
              </w:rPr>
            </w:pPr>
            <w:r w:rsidRPr="000E7B9D"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  <w:t>ب</w:t>
            </w:r>
          </w:p>
        </w:tc>
        <w:tc>
          <w:tcPr>
            <w:tcW w:w="1806" w:type="dxa"/>
          </w:tcPr>
          <w:p w14:paraId="1A8E2DAA" w14:textId="77777777" w:rsidR="00A80079" w:rsidRPr="000E7B9D" w:rsidRDefault="00A80079" w:rsidP="00016093">
            <w:pPr>
              <w:rPr>
                <w:rFonts w:asciiTheme="minorBidi" w:hAnsiTheme="minorBidi"/>
                <w:b/>
                <w:bCs/>
                <w:color w:val="C00000"/>
                <w:sz w:val="48"/>
                <w:szCs w:val="48"/>
              </w:rPr>
            </w:pPr>
          </w:p>
          <w:p w14:paraId="5B7A9571" w14:textId="77777777" w:rsidR="00264490" w:rsidRDefault="00FC4DAE" w:rsidP="000E7B9D">
            <w:pPr>
              <w:ind w:left="696"/>
              <w:rPr>
                <w:rFonts w:asciiTheme="minorBidi" w:hAnsiTheme="minorBidi"/>
                <w:b/>
                <w:bCs/>
                <w:color w:val="C0000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C00000"/>
                <w:sz w:val="48"/>
                <w:szCs w:val="48"/>
                <w:rtl/>
              </w:rPr>
              <w:t>ا</w:t>
            </w:r>
          </w:p>
          <w:p w14:paraId="08C40338" w14:textId="77777777" w:rsidR="000E7B9D" w:rsidRDefault="000E7B9D" w:rsidP="000E7B9D">
            <w:pPr>
              <w:ind w:left="696"/>
              <w:rPr>
                <w:rFonts w:asciiTheme="minorBidi" w:hAnsiTheme="minorBidi"/>
                <w:b/>
                <w:bCs/>
                <w:color w:val="C00000"/>
                <w:sz w:val="48"/>
                <w:szCs w:val="48"/>
                <w:rtl/>
              </w:rPr>
            </w:pPr>
          </w:p>
          <w:p w14:paraId="62BC35C9" w14:textId="77777777" w:rsidR="000E7B9D" w:rsidRPr="000E7B9D" w:rsidRDefault="000E7B9D" w:rsidP="000E7B9D">
            <w:pPr>
              <w:ind w:left="696"/>
              <w:rPr>
                <w:rFonts w:asciiTheme="minorBidi" w:hAnsiTheme="minorBidi"/>
                <w:b/>
                <w:bCs/>
                <w:sz w:val="48"/>
                <w:szCs w:val="48"/>
              </w:rPr>
            </w:pPr>
          </w:p>
        </w:tc>
      </w:tr>
      <w:tr w:rsidR="002D488D" w:rsidRPr="000E7B9D" w14:paraId="7131A0FC" w14:textId="77777777" w:rsidTr="00016093">
        <w:trPr>
          <w:trHeight w:val="43"/>
        </w:trPr>
        <w:tc>
          <w:tcPr>
            <w:tcW w:w="1804" w:type="dxa"/>
          </w:tcPr>
          <w:p w14:paraId="6268D196" w14:textId="77777777" w:rsidR="002D488D" w:rsidRPr="000E7B9D" w:rsidRDefault="002D488D" w:rsidP="00016093">
            <w:pPr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</w:p>
          <w:p w14:paraId="6A3D588F" w14:textId="77777777" w:rsidR="002D488D" w:rsidRPr="000E7B9D" w:rsidRDefault="00CB325B" w:rsidP="00016093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  <w:rtl/>
              </w:rPr>
              <w:t>خ</w:t>
            </w:r>
          </w:p>
        </w:tc>
        <w:tc>
          <w:tcPr>
            <w:tcW w:w="1804" w:type="dxa"/>
          </w:tcPr>
          <w:p w14:paraId="4E7B4376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  <w:p w14:paraId="69D7D3B7" w14:textId="77777777" w:rsidR="001553AB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  <w:t>گ</w:t>
            </w:r>
          </w:p>
          <w:p w14:paraId="17E2091F" w14:textId="77777777" w:rsidR="002D488D" w:rsidRPr="000E7B9D" w:rsidRDefault="002D488D" w:rsidP="001553AB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804" w:type="dxa"/>
          </w:tcPr>
          <w:p w14:paraId="5584A47B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</w:pPr>
          </w:p>
          <w:p w14:paraId="5CA6E1B1" w14:textId="77777777" w:rsidR="002D488D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  <w:t>ک</w:t>
            </w:r>
          </w:p>
        </w:tc>
        <w:tc>
          <w:tcPr>
            <w:tcW w:w="1806" w:type="dxa"/>
          </w:tcPr>
          <w:p w14:paraId="092D296F" w14:textId="77777777" w:rsidR="002D488D" w:rsidRPr="000E7B9D" w:rsidRDefault="002D488D" w:rsidP="00016093">
            <w:pPr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</w:pPr>
          </w:p>
          <w:p w14:paraId="249B2A8B" w14:textId="77777777" w:rsidR="002D488D" w:rsidRPr="000E7B9D" w:rsidRDefault="001553AB" w:rsidP="00016093">
            <w:pPr>
              <w:jc w:val="center"/>
              <w:rPr>
                <w:rFonts w:asciiTheme="minorBidi" w:hAnsiTheme="minorBidi"/>
                <w:b/>
                <w:bCs/>
                <w:color w:val="92D05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  <w:t>ق</w:t>
            </w:r>
          </w:p>
        </w:tc>
        <w:tc>
          <w:tcPr>
            <w:tcW w:w="1806" w:type="dxa"/>
          </w:tcPr>
          <w:p w14:paraId="6FBBD835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</w:pPr>
          </w:p>
          <w:p w14:paraId="14624E8F" w14:textId="77777777" w:rsidR="002D488D" w:rsidRPr="000E7B9D" w:rsidRDefault="001553AB" w:rsidP="00016093">
            <w:pPr>
              <w:jc w:val="center"/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  <w:t>ف</w:t>
            </w:r>
          </w:p>
        </w:tc>
        <w:tc>
          <w:tcPr>
            <w:tcW w:w="1806" w:type="dxa"/>
          </w:tcPr>
          <w:p w14:paraId="1A6C8D9B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</w:pPr>
          </w:p>
          <w:p w14:paraId="51813BFD" w14:textId="77777777" w:rsidR="00AC1616" w:rsidRPr="000E7B9D" w:rsidRDefault="00AC1616" w:rsidP="00AC1616">
            <w:pPr>
              <w:jc w:val="center"/>
              <w:rPr>
                <w:rFonts w:asciiTheme="minorBidi" w:hAnsiTheme="minorBidi"/>
                <w:b/>
                <w:bCs/>
                <w:color w:val="990033"/>
                <w:sz w:val="48"/>
                <w:szCs w:val="48"/>
              </w:rPr>
            </w:pPr>
            <w:r w:rsidRPr="000E7B9D">
              <w:rPr>
                <w:rFonts w:asciiTheme="minorBidi" w:hAnsiTheme="minorBidi"/>
                <w:b/>
                <w:bCs/>
                <w:color w:val="990033"/>
                <w:sz w:val="48"/>
                <w:szCs w:val="48"/>
                <w:rtl/>
              </w:rPr>
              <w:t>غ</w:t>
            </w:r>
          </w:p>
          <w:p w14:paraId="65E73A17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808080" w:themeColor="background1" w:themeShade="80"/>
                <w:sz w:val="48"/>
                <w:szCs w:val="48"/>
                <w:rtl/>
              </w:rPr>
            </w:pPr>
          </w:p>
        </w:tc>
        <w:tc>
          <w:tcPr>
            <w:tcW w:w="1806" w:type="dxa"/>
          </w:tcPr>
          <w:p w14:paraId="72AC74BF" w14:textId="77777777" w:rsidR="002D488D" w:rsidRPr="000E7B9D" w:rsidRDefault="002D488D" w:rsidP="00016093">
            <w:pPr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5D07AEE8" w14:textId="77777777" w:rsidR="002D488D" w:rsidRPr="000E7B9D" w:rsidRDefault="00AC1616" w:rsidP="00AC1616">
            <w:pPr>
              <w:jc w:val="center"/>
              <w:rPr>
                <w:rFonts w:asciiTheme="minorBidi" w:hAnsiTheme="minorBidi"/>
                <w:b/>
                <w:bCs/>
                <w:color w:val="943634" w:themeColor="accent2" w:themeShade="BF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943634" w:themeColor="accent2" w:themeShade="BF"/>
                <w:sz w:val="48"/>
                <w:szCs w:val="48"/>
                <w:rtl/>
              </w:rPr>
              <w:t>ع</w:t>
            </w:r>
          </w:p>
        </w:tc>
        <w:tc>
          <w:tcPr>
            <w:tcW w:w="1806" w:type="dxa"/>
          </w:tcPr>
          <w:p w14:paraId="0ACDED4D" w14:textId="77777777" w:rsidR="002D488D" w:rsidRPr="000E7B9D" w:rsidRDefault="002D488D" w:rsidP="00016093">
            <w:pPr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</w:pPr>
          </w:p>
          <w:p w14:paraId="19154F7C" w14:textId="77777777" w:rsidR="002D488D" w:rsidRPr="000E7B9D" w:rsidRDefault="00AC1616" w:rsidP="000E7B9D">
            <w:pPr>
              <w:ind w:left="129"/>
              <w:jc w:val="center"/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  <w:lang w:bidi="fa-IR"/>
              </w:rPr>
            </w:pPr>
            <w:r w:rsidRPr="000E7B9D"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  <w:lang w:bidi="fa-IR"/>
              </w:rPr>
              <w:t>ظ</w:t>
            </w:r>
          </w:p>
          <w:p w14:paraId="6196F77A" w14:textId="77777777" w:rsidR="000E7B9D" w:rsidRPr="000E7B9D" w:rsidRDefault="000E7B9D" w:rsidP="00016093">
            <w:pPr>
              <w:jc w:val="center"/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  <w:lang w:bidi="fa-IR"/>
              </w:rPr>
            </w:pPr>
          </w:p>
          <w:p w14:paraId="77A0DC55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C000"/>
                <w:sz w:val="48"/>
                <w:szCs w:val="48"/>
                <w:rtl/>
              </w:rPr>
            </w:pPr>
          </w:p>
        </w:tc>
      </w:tr>
      <w:tr w:rsidR="00C03BC2" w:rsidRPr="000E7B9D" w14:paraId="7CB01D3F" w14:textId="77777777" w:rsidTr="000E7B9D">
        <w:trPr>
          <w:trHeight w:val="1917"/>
        </w:trPr>
        <w:tc>
          <w:tcPr>
            <w:tcW w:w="1804" w:type="dxa"/>
          </w:tcPr>
          <w:p w14:paraId="17F9EA58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</w:rPr>
            </w:pPr>
          </w:p>
          <w:p w14:paraId="69A0031D" w14:textId="77777777" w:rsidR="00C03BC2" w:rsidRPr="000E7B9D" w:rsidRDefault="005B3C7D" w:rsidP="00016093">
            <w:pPr>
              <w:jc w:val="center"/>
              <w:rPr>
                <w:rFonts w:asciiTheme="minorBidi" w:hAnsiTheme="minorBidi"/>
                <w:b/>
                <w:bCs/>
                <w:color w:val="365F91" w:themeColor="accent1" w:themeShade="BF"/>
                <w:sz w:val="48"/>
                <w:szCs w:val="48"/>
              </w:rPr>
            </w:pPr>
            <w:r w:rsidRPr="000E7B9D">
              <w:rPr>
                <w:rFonts w:asciiTheme="minorBidi" w:hAnsiTheme="minorBidi"/>
                <w:b/>
                <w:bCs/>
                <w:color w:val="00CC00"/>
                <w:sz w:val="48"/>
                <w:szCs w:val="48"/>
                <w:rtl/>
                <w:lang w:bidi="fa-IR"/>
              </w:rPr>
              <w:t>د</w:t>
            </w:r>
          </w:p>
        </w:tc>
        <w:tc>
          <w:tcPr>
            <w:tcW w:w="1804" w:type="dxa"/>
          </w:tcPr>
          <w:p w14:paraId="3AA464E0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</w:pPr>
          </w:p>
          <w:p w14:paraId="4FBEAA15" w14:textId="77777777" w:rsidR="001553AB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C0000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C00000"/>
                <w:sz w:val="48"/>
                <w:szCs w:val="48"/>
                <w:rtl/>
              </w:rPr>
              <w:t>ل</w:t>
            </w:r>
          </w:p>
          <w:p w14:paraId="608FD71F" w14:textId="77777777" w:rsidR="00C03BC2" w:rsidRPr="000E7B9D" w:rsidRDefault="00C03BC2" w:rsidP="001553AB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804" w:type="dxa"/>
          </w:tcPr>
          <w:p w14:paraId="093CA4E5" w14:textId="77777777" w:rsidR="00C03BC2" w:rsidRPr="000E7B9D" w:rsidRDefault="00C03BC2" w:rsidP="001553AB">
            <w:pPr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  <w:p w14:paraId="768E967E" w14:textId="77777777" w:rsidR="001553AB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00660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006600"/>
                <w:sz w:val="48"/>
                <w:szCs w:val="48"/>
                <w:rtl/>
              </w:rPr>
              <w:t>م</w:t>
            </w:r>
          </w:p>
          <w:p w14:paraId="57304D8B" w14:textId="77777777" w:rsidR="002D488D" w:rsidRPr="000E7B9D" w:rsidRDefault="002D488D" w:rsidP="001553AB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806" w:type="dxa"/>
          </w:tcPr>
          <w:p w14:paraId="731BAB61" w14:textId="77777777" w:rsidR="00C03BC2" w:rsidRPr="000E7B9D" w:rsidRDefault="00C03BC2" w:rsidP="001553AB">
            <w:pPr>
              <w:rPr>
                <w:rFonts w:asciiTheme="minorBidi" w:hAnsiTheme="minorBidi"/>
                <w:b/>
                <w:bCs/>
                <w:color w:val="006600"/>
                <w:sz w:val="48"/>
                <w:szCs w:val="48"/>
                <w:rtl/>
              </w:rPr>
            </w:pPr>
          </w:p>
          <w:p w14:paraId="078A98EF" w14:textId="77777777" w:rsidR="001553AB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  <w:t>ن</w:t>
            </w:r>
          </w:p>
          <w:p w14:paraId="6B19C37E" w14:textId="77777777" w:rsidR="002D488D" w:rsidRPr="000E7B9D" w:rsidRDefault="002D488D" w:rsidP="001553AB">
            <w:pPr>
              <w:jc w:val="center"/>
              <w:rPr>
                <w:rFonts w:asciiTheme="minorBidi" w:hAnsiTheme="minorBidi"/>
                <w:b/>
                <w:bCs/>
                <w:color w:val="006600"/>
                <w:sz w:val="48"/>
                <w:szCs w:val="48"/>
                <w:rtl/>
              </w:rPr>
            </w:pPr>
          </w:p>
        </w:tc>
        <w:tc>
          <w:tcPr>
            <w:tcW w:w="1806" w:type="dxa"/>
          </w:tcPr>
          <w:p w14:paraId="566D9B3A" w14:textId="77777777" w:rsidR="001553AB" w:rsidRPr="000E7B9D" w:rsidRDefault="001553AB" w:rsidP="00016093">
            <w:pPr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45E8F3FC" w14:textId="77777777" w:rsidR="001553AB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00B0F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00B0F0"/>
                <w:sz w:val="48"/>
                <w:szCs w:val="48"/>
                <w:rtl/>
              </w:rPr>
              <w:t>و</w:t>
            </w:r>
          </w:p>
          <w:p w14:paraId="14E4E450" w14:textId="77777777" w:rsidR="00C03BC2" w:rsidRPr="000E7B9D" w:rsidRDefault="00C03BC2" w:rsidP="005B3C7D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</w:tc>
        <w:tc>
          <w:tcPr>
            <w:tcW w:w="1806" w:type="dxa"/>
          </w:tcPr>
          <w:p w14:paraId="2C179BC4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20BF8BB7" w14:textId="77777777" w:rsidR="002D488D" w:rsidRPr="000E7B9D" w:rsidRDefault="001553AB" w:rsidP="001553AB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0000"/>
                <w:sz w:val="48"/>
                <w:szCs w:val="48"/>
                <w:rtl/>
              </w:rPr>
              <w:t>ه</w:t>
            </w:r>
          </w:p>
        </w:tc>
        <w:tc>
          <w:tcPr>
            <w:tcW w:w="1806" w:type="dxa"/>
          </w:tcPr>
          <w:p w14:paraId="6F5FB954" w14:textId="77777777" w:rsidR="000E7B9D" w:rsidRDefault="000E7B9D" w:rsidP="000E7B9D">
            <w:pPr>
              <w:ind w:left="653" w:hanging="653"/>
              <w:jc w:val="center"/>
              <w:rPr>
                <w:rFonts w:asciiTheme="minorBidi" w:hAnsiTheme="minorBidi"/>
                <w:b/>
                <w:bCs/>
                <w:color w:val="660066"/>
                <w:sz w:val="48"/>
                <w:szCs w:val="48"/>
                <w:rtl/>
              </w:rPr>
            </w:pPr>
          </w:p>
          <w:p w14:paraId="4655C127" w14:textId="77777777" w:rsidR="001553AB" w:rsidRDefault="001553AB" w:rsidP="000E7B9D">
            <w:pPr>
              <w:ind w:left="653" w:hanging="653"/>
              <w:jc w:val="center"/>
              <w:rPr>
                <w:rFonts w:asciiTheme="minorBidi" w:hAnsiTheme="minorBidi"/>
                <w:b/>
                <w:bCs/>
                <w:color w:val="660066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660066"/>
                <w:sz w:val="48"/>
                <w:szCs w:val="48"/>
                <w:rtl/>
              </w:rPr>
              <w:t>ی</w:t>
            </w:r>
          </w:p>
          <w:p w14:paraId="62DFD5E6" w14:textId="77777777" w:rsidR="000E7B9D" w:rsidRPr="000E7B9D" w:rsidRDefault="000E7B9D" w:rsidP="000E7B9D">
            <w:pPr>
              <w:ind w:left="653" w:hanging="653"/>
              <w:jc w:val="center"/>
              <w:rPr>
                <w:rFonts w:asciiTheme="minorBidi" w:hAnsiTheme="minorBidi"/>
                <w:b/>
                <w:bCs/>
                <w:color w:val="660066"/>
                <w:sz w:val="48"/>
                <w:szCs w:val="48"/>
                <w:rtl/>
              </w:rPr>
            </w:pPr>
          </w:p>
          <w:p w14:paraId="401DC580" w14:textId="77777777" w:rsidR="00C03BC2" w:rsidRPr="000E7B9D" w:rsidRDefault="00C03BC2" w:rsidP="001553AB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806" w:type="dxa"/>
          </w:tcPr>
          <w:p w14:paraId="512E9D62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</w:rPr>
            </w:pPr>
          </w:p>
          <w:p w14:paraId="0458A94C" w14:textId="77777777" w:rsidR="00421A0E" w:rsidRPr="000E7B9D" w:rsidRDefault="00421A0E" w:rsidP="00421A0E">
            <w:pPr>
              <w:jc w:val="center"/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</w:rPr>
              <w:t>ط</w:t>
            </w:r>
          </w:p>
          <w:p w14:paraId="58638347" w14:textId="77777777" w:rsidR="00C03BC2" w:rsidRPr="000E7B9D" w:rsidRDefault="00C03BC2" w:rsidP="00421A0E">
            <w:pPr>
              <w:jc w:val="center"/>
              <w:rPr>
                <w:rFonts w:asciiTheme="minorBidi" w:hAnsiTheme="minorBidi"/>
                <w:b/>
                <w:bCs/>
                <w:color w:val="00B050"/>
                <w:sz w:val="48"/>
                <w:szCs w:val="48"/>
                <w:rtl/>
              </w:rPr>
            </w:pPr>
          </w:p>
        </w:tc>
      </w:tr>
      <w:tr w:rsidR="00C03BC2" w:rsidRPr="000E7B9D" w14:paraId="19B61CBA" w14:textId="77777777" w:rsidTr="00016093">
        <w:trPr>
          <w:trHeight w:val="44"/>
        </w:trPr>
        <w:tc>
          <w:tcPr>
            <w:tcW w:w="1804" w:type="dxa"/>
          </w:tcPr>
          <w:p w14:paraId="0B5EEDA8" w14:textId="77777777" w:rsidR="00C03BC2" w:rsidRPr="000E7B9D" w:rsidRDefault="00C03BC2" w:rsidP="00016093">
            <w:pPr>
              <w:rPr>
                <w:rFonts w:asciiTheme="minorBidi" w:hAnsiTheme="minorBidi"/>
                <w:b/>
                <w:bCs/>
                <w:color w:val="00CC00"/>
                <w:sz w:val="48"/>
                <w:szCs w:val="48"/>
                <w:rtl/>
                <w:lang w:bidi="fa-IR"/>
              </w:rPr>
            </w:pPr>
          </w:p>
          <w:p w14:paraId="53CFEB92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00CC00"/>
                <w:sz w:val="48"/>
                <w:szCs w:val="48"/>
                <w:rtl/>
                <w:lang w:bidi="fa-IR"/>
              </w:rPr>
            </w:pPr>
            <w:r w:rsidRPr="000E7B9D">
              <w:rPr>
                <w:rFonts w:asciiTheme="minorBidi" w:hAnsiTheme="minorBidi"/>
                <w:b/>
                <w:bCs/>
                <w:color w:val="00CC00"/>
                <w:sz w:val="48"/>
                <w:szCs w:val="48"/>
                <w:rtl/>
                <w:lang w:bidi="fa-IR"/>
              </w:rPr>
              <w:t>ذ</w:t>
            </w:r>
          </w:p>
          <w:p w14:paraId="6A8D19F3" w14:textId="77777777" w:rsidR="002D488D" w:rsidRPr="000E7B9D" w:rsidRDefault="002D488D" w:rsidP="00016093">
            <w:pPr>
              <w:rPr>
                <w:rFonts w:asciiTheme="minorBidi" w:hAnsiTheme="minorBidi"/>
                <w:b/>
                <w:bCs/>
                <w:color w:val="00CC00"/>
                <w:sz w:val="48"/>
                <w:szCs w:val="48"/>
                <w:rtl/>
                <w:lang w:bidi="fa-IR"/>
              </w:rPr>
            </w:pPr>
          </w:p>
        </w:tc>
        <w:tc>
          <w:tcPr>
            <w:tcW w:w="1804" w:type="dxa"/>
          </w:tcPr>
          <w:p w14:paraId="42297E48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4CDE656D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  <w:t>ر</w:t>
            </w:r>
          </w:p>
        </w:tc>
        <w:tc>
          <w:tcPr>
            <w:tcW w:w="1804" w:type="dxa"/>
          </w:tcPr>
          <w:p w14:paraId="0AE5D533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2E30CDC2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  <w:t>ز</w:t>
            </w:r>
          </w:p>
        </w:tc>
        <w:tc>
          <w:tcPr>
            <w:tcW w:w="1806" w:type="dxa"/>
          </w:tcPr>
          <w:p w14:paraId="21526937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</w:p>
          <w:p w14:paraId="719B1F5F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0066"/>
                <w:sz w:val="48"/>
                <w:szCs w:val="48"/>
                <w:rtl/>
              </w:rPr>
              <w:t>ژ</w:t>
            </w:r>
          </w:p>
        </w:tc>
        <w:tc>
          <w:tcPr>
            <w:tcW w:w="1806" w:type="dxa"/>
          </w:tcPr>
          <w:p w14:paraId="670F68C9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</w:rPr>
            </w:pPr>
          </w:p>
          <w:p w14:paraId="5533C8CD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</w:rPr>
              <w:t>س</w:t>
            </w:r>
          </w:p>
          <w:p w14:paraId="3EAB3BE3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</w:rPr>
            </w:pPr>
          </w:p>
        </w:tc>
        <w:tc>
          <w:tcPr>
            <w:tcW w:w="1806" w:type="dxa"/>
          </w:tcPr>
          <w:p w14:paraId="4A253E05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</w:rPr>
            </w:pPr>
          </w:p>
          <w:p w14:paraId="11C91565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  <w:lang w:bidi="fa-IR"/>
              </w:rPr>
            </w:pPr>
            <w:r w:rsidRPr="000E7B9D">
              <w:rPr>
                <w:rFonts w:asciiTheme="minorBidi" w:hAnsiTheme="minorBidi"/>
                <w:b/>
                <w:bCs/>
                <w:color w:val="FF6600"/>
                <w:sz w:val="48"/>
                <w:szCs w:val="48"/>
                <w:rtl/>
                <w:lang w:bidi="fa-IR"/>
              </w:rPr>
              <w:t>ش</w:t>
            </w:r>
          </w:p>
          <w:p w14:paraId="6A46736B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FF6600"/>
                <w:sz w:val="48"/>
                <w:szCs w:val="48"/>
              </w:rPr>
            </w:pPr>
          </w:p>
        </w:tc>
        <w:tc>
          <w:tcPr>
            <w:tcW w:w="1806" w:type="dxa"/>
          </w:tcPr>
          <w:p w14:paraId="2BC6C4C3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</w:pPr>
          </w:p>
          <w:p w14:paraId="03772E1B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vertAlign w:val="superscript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  <w:t>ص</w:t>
            </w:r>
          </w:p>
          <w:p w14:paraId="0E307D4E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</w:rPr>
            </w:pPr>
          </w:p>
        </w:tc>
        <w:tc>
          <w:tcPr>
            <w:tcW w:w="1806" w:type="dxa"/>
          </w:tcPr>
          <w:p w14:paraId="7543D55A" w14:textId="77777777" w:rsidR="00C03BC2" w:rsidRPr="000E7B9D" w:rsidRDefault="00C03BC2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</w:pPr>
          </w:p>
          <w:p w14:paraId="465CCA7E" w14:textId="77777777" w:rsidR="002D488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</w:pPr>
            <w:r w:rsidRPr="000E7B9D"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  <w:t>ض</w:t>
            </w:r>
          </w:p>
          <w:p w14:paraId="70D113B8" w14:textId="77777777" w:rsidR="000E7B9D" w:rsidRPr="000E7B9D" w:rsidRDefault="000E7B9D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  <w:rtl/>
              </w:rPr>
            </w:pPr>
          </w:p>
          <w:p w14:paraId="1FEE72C8" w14:textId="77777777" w:rsidR="002D488D" w:rsidRPr="000E7B9D" w:rsidRDefault="002D488D" w:rsidP="00016093">
            <w:pPr>
              <w:jc w:val="center"/>
              <w:rPr>
                <w:rFonts w:asciiTheme="minorBidi" w:hAnsiTheme="minorBidi"/>
                <w:b/>
                <w:bCs/>
                <w:color w:val="0070C0"/>
                <w:sz w:val="48"/>
                <w:szCs w:val="48"/>
              </w:rPr>
            </w:pPr>
          </w:p>
        </w:tc>
      </w:tr>
    </w:tbl>
    <w:p w14:paraId="7A78DCA4" w14:textId="77777777" w:rsidR="00125919" w:rsidRPr="000217B2" w:rsidRDefault="00125919" w:rsidP="001553AB">
      <w:pPr>
        <w:tabs>
          <w:tab w:val="left" w:pos="3402"/>
        </w:tabs>
        <w:ind w:left="-142" w:right="-313"/>
        <w:rPr>
          <w:sz w:val="28"/>
          <w:szCs w:val="28"/>
        </w:rPr>
      </w:pPr>
      <w:bookmarkStart w:id="0" w:name="_GoBack"/>
      <w:bookmarkEnd w:id="0"/>
    </w:p>
    <w:sectPr w:rsidR="00125919" w:rsidRPr="000217B2" w:rsidSect="000E7B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1E0A"/>
    <w:rsid w:val="00016093"/>
    <w:rsid w:val="000217B2"/>
    <w:rsid w:val="00051FB3"/>
    <w:rsid w:val="00052FB6"/>
    <w:rsid w:val="000B25CE"/>
    <w:rsid w:val="000E7B9D"/>
    <w:rsid w:val="00125919"/>
    <w:rsid w:val="001553AB"/>
    <w:rsid w:val="001E5D6A"/>
    <w:rsid w:val="001E6EF3"/>
    <w:rsid w:val="00264490"/>
    <w:rsid w:val="002B435A"/>
    <w:rsid w:val="002C2CA5"/>
    <w:rsid w:val="002D488D"/>
    <w:rsid w:val="00331768"/>
    <w:rsid w:val="00421A0E"/>
    <w:rsid w:val="00423597"/>
    <w:rsid w:val="00474C24"/>
    <w:rsid w:val="004D2186"/>
    <w:rsid w:val="005B3C7D"/>
    <w:rsid w:val="00701E0A"/>
    <w:rsid w:val="00725128"/>
    <w:rsid w:val="00793858"/>
    <w:rsid w:val="00805BAE"/>
    <w:rsid w:val="0085147F"/>
    <w:rsid w:val="00930FAB"/>
    <w:rsid w:val="00A80079"/>
    <w:rsid w:val="00AC1616"/>
    <w:rsid w:val="00B66591"/>
    <w:rsid w:val="00C03BC2"/>
    <w:rsid w:val="00C36E5B"/>
    <w:rsid w:val="00CA568A"/>
    <w:rsid w:val="00CB325B"/>
    <w:rsid w:val="00D817FC"/>
    <w:rsid w:val="00DC0547"/>
    <w:rsid w:val="00E461F2"/>
    <w:rsid w:val="00E5706F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7C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6B64A-05D2-47BF-9C69-BF6CD818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34DE33E9.dotm</Template>
  <TotalTime>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Kousha Safealroayai</dc:creator>
  <cp:lastModifiedBy>Wüest Larissa (DCS)</cp:lastModifiedBy>
  <cp:revision>2</cp:revision>
  <cp:lastPrinted>2018-01-14T21:04:00Z</cp:lastPrinted>
  <dcterms:created xsi:type="dcterms:W3CDTF">2019-08-14T07:19:00Z</dcterms:created>
  <dcterms:modified xsi:type="dcterms:W3CDTF">2019-08-14T07:19:00Z</dcterms:modified>
</cp:coreProperties>
</file>